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3044943" w:rsidR="0033636C" w:rsidRPr="00DA1F0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A1F0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93CF3">
            <w:rPr>
              <w:rFonts w:ascii="Times New Roman" w:hAnsi="Times New Roman"/>
              <w:sz w:val="28"/>
              <w:szCs w:val="28"/>
            </w:rPr>
            <w:t>27 января 2026 года</w:t>
          </w:r>
        </w:sdtContent>
      </w:sdt>
      <w:r w:rsidRPr="00DA1F0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893CF3" w:rsidRPr="00893CF3">
            <w:rPr>
              <w:rFonts w:ascii="Times New Roman" w:hAnsi="Times New Roman"/>
              <w:sz w:val="28"/>
              <w:szCs w:val="28"/>
            </w:rPr>
            <w:t>31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E7E6CF1" w14:textId="77777777" w:rsidR="00DA1F0B" w:rsidRDefault="002C4FB8" w:rsidP="00DA1F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4F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Положения о порядке формирования, ведения </w:t>
      </w:r>
      <w:r w:rsidRPr="002C4FB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и обязательного опубликования перечня муниципального имущества, свободного от прав третьих лиц, подлежащего предоставлению </w:t>
      </w:r>
      <w:r w:rsidRPr="002C4FB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во владение и (или) пользование на долгосрочной основе субъектам </w:t>
      </w:r>
      <w:r w:rsidRPr="002C4FB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малого и среднего пред</w:t>
      </w:r>
      <w:r w:rsidR="00DA1F0B">
        <w:rPr>
          <w:rFonts w:ascii="Times New Roman" w:eastAsia="Times New Roman" w:hAnsi="Times New Roman"/>
          <w:b/>
          <w:sz w:val="28"/>
          <w:szCs w:val="28"/>
          <w:lang w:eastAsia="ru-RU"/>
        </w:rPr>
        <w:t>принимательства и организациям,</w:t>
      </w:r>
    </w:p>
    <w:p w14:paraId="72B382DF" w14:textId="73260A07" w:rsidR="002C4FB8" w:rsidRPr="002C4FB8" w:rsidRDefault="002C4FB8" w:rsidP="00DA1F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4F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образующим инфраструктуру поддержки субъектов малого и среднего </w:t>
      </w:r>
      <w:r w:rsidRPr="002C4FB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предпринимательства, и порядке и условиях предоставления в аренду включенного в данный перечень имущества</w:t>
      </w:r>
    </w:p>
    <w:p w14:paraId="0DCF5581" w14:textId="77777777" w:rsidR="00185FEC" w:rsidRDefault="00185FEC" w:rsidP="00DA1F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4BE86A" w14:textId="7CC05E0D" w:rsidR="002C4FB8" w:rsidRPr="002C4FB8" w:rsidRDefault="002C4FB8" w:rsidP="00DA1F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18 Федерального закона от 24.07.2007 № 209-ФЗ «О развитии малого и среднего предпринимательства в Российской Федерации», постановлением Правительства Российской Федерации </w:t>
      </w:r>
      <w:r w:rsidR="00DA1F0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от 21.08.2010 № 645 «Об имущественной поддержке субъектов малого </w:t>
      </w:r>
      <w:r w:rsidR="00DA1F0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>и среднего предпринимательства при предоставлении федерального имущества», на основании ст. 36 Устава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>, администрация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4FB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E201D5F" w14:textId="33F4EC97" w:rsidR="002C4FB8" w:rsidRPr="002C4FB8" w:rsidRDefault="002C4FB8" w:rsidP="00DA1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Положение о порядке формирования, ведения </w:t>
      </w:r>
      <w:r w:rsidR="00DA1F0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и обязательного опубликования перечня муниципального имущества, свободного от прав третьих лиц, подлежащего предоставлению во владение </w:t>
      </w:r>
      <w:r w:rsidR="00DA1F0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</w:t>
      </w:r>
      <w:r w:rsidR="00DA1F0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>и условиях предоставления в аренду включенного в данный перечень</w:t>
      </w:r>
      <w:r w:rsidR="00DA1F0B">
        <w:rPr>
          <w:rFonts w:ascii="Times New Roman" w:eastAsia="Times New Roman" w:hAnsi="Times New Roman"/>
          <w:sz w:val="28"/>
          <w:szCs w:val="28"/>
          <w:lang w:eastAsia="ru-RU"/>
        </w:rPr>
        <w:t xml:space="preserve"> имущества</w:t>
      </w:r>
      <w:r w:rsidR="0001354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A1F0B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приложению.</w:t>
      </w:r>
    </w:p>
    <w:p w14:paraId="18694375" w14:textId="0FB027BD" w:rsidR="00BE49E7" w:rsidRDefault="00DA1F0B" w:rsidP="00DA1F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4FB8" w:rsidRPr="002C4FB8">
        <w:rPr>
          <w:rFonts w:ascii="Times New Roman" w:eastAsia="Times New Roman" w:hAnsi="Times New Roman"/>
          <w:sz w:val="28"/>
          <w:szCs w:val="28"/>
          <w:lang w:eastAsia="ru-RU"/>
        </w:rPr>
        <w:t>. Считать утратившим</w:t>
      </w:r>
      <w:r w:rsidR="000135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C4FB8"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</w:t>
      </w:r>
      <w:r w:rsidR="00BE49E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C4FB8"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</w:t>
      </w:r>
      <w:r w:rsidR="00BE49E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F1E7D10" w14:textId="107AEF07" w:rsidR="002C4FB8" w:rsidRDefault="00BE49E7" w:rsidP="00DA1F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E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2C4FB8"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C4FB8">
        <w:rPr>
          <w:rFonts w:ascii="Times New Roman" w:eastAsia="Times New Roman" w:hAnsi="Times New Roman"/>
          <w:sz w:val="28"/>
          <w:szCs w:val="28"/>
          <w:lang w:eastAsia="ru-RU"/>
        </w:rPr>
        <w:t>23.03.2020</w:t>
      </w:r>
      <w:r w:rsidR="002C4FB8"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C4FB8">
        <w:rPr>
          <w:rFonts w:ascii="Times New Roman" w:eastAsia="Times New Roman" w:hAnsi="Times New Roman"/>
          <w:sz w:val="28"/>
          <w:szCs w:val="28"/>
          <w:lang w:eastAsia="ru-RU"/>
        </w:rPr>
        <w:t>141</w:t>
      </w:r>
      <w:r w:rsidR="002C4FB8"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 данный перечень имущества»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F552D6C" w14:textId="40D67044" w:rsidR="00BE49E7" w:rsidRPr="002C4FB8" w:rsidRDefault="00BE49E7" w:rsidP="00DA1F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02.04.2021 № 185 «</w:t>
      </w:r>
      <w:r w:rsidRPr="00BE49E7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«Городской округ Ногликский» от 23.03.2020 № 141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84D936B" w14:textId="19512887" w:rsidR="00DA1F0B" w:rsidRPr="002C4FB8" w:rsidRDefault="00DA1F0B" w:rsidP="00DA1F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>«Интернет».</w:t>
      </w:r>
    </w:p>
    <w:p w14:paraId="731D3B3F" w14:textId="008591A2" w:rsidR="00DA1F0B" w:rsidRPr="002C4FB8" w:rsidRDefault="00DA1F0B" w:rsidP="00DA1F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после его официального опубликования.</w:t>
      </w:r>
    </w:p>
    <w:p w14:paraId="0DCF5583" w14:textId="2649D489" w:rsidR="00E609BC" w:rsidRDefault="002C4FB8" w:rsidP="00DA1F0B">
      <w:pPr>
        <w:tabs>
          <w:tab w:val="left" w:pos="846"/>
        </w:tabs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 xml:space="preserve">5. Контроль за исполнением настоящего постановления возложить </w:t>
      </w:r>
      <w:r w:rsidR="00DA1F0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C4FB8">
        <w:rPr>
          <w:rFonts w:ascii="Times New Roman" w:eastAsia="Times New Roman" w:hAnsi="Times New Roman"/>
          <w:sz w:val="28"/>
          <w:szCs w:val="28"/>
          <w:lang w:eastAsia="ru-RU"/>
        </w:rPr>
        <w:t>на председателя комитета по управлению муниципальным имуществом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 Ткаченко</w:t>
      </w:r>
      <w:r w:rsidR="00013540" w:rsidRPr="000135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3540">
        <w:rPr>
          <w:rFonts w:ascii="Times New Roman" w:eastAsia="Times New Roman" w:hAnsi="Times New Roman"/>
          <w:sz w:val="28"/>
          <w:szCs w:val="28"/>
          <w:lang w:eastAsia="ru-RU"/>
        </w:rPr>
        <w:t>В.В</w:t>
      </w:r>
      <w:r w:rsidR="00DA1F0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CF558A" w14:textId="6AFDD810" w:rsidR="008629FA" w:rsidRPr="00D12794" w:rsidRDefault="008629FA" w:rsidP="00DA1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DA1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DA1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5C29B0B" w:rsidR="008629FA" w:rsidRPr="008629FA" w:rsidRDefault="008629FA" w:rsidP="00DA1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92" w14:textId="35E17D0B" w:rsidR="008629FA" w:rsidRPr="008629FA" w:rsidRDefault="00093B08" w:rsidP="00DA1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DA1F0B" w:rsidRPr="00DA1F0B">
        <w:rPr>
          <w:rFonts w:ascii="Times New Roman" w:hAnsi="Times New Roman"/>
          <w:sz w:val="28"/>
          <w:szCs w:val="28"/>
        </w:rPr>
        <w:t xml:space="preserve"> </w:t>
      </w:r>
      <w:r w:rsidR="00DA1F0B">
        <w:rPr>
          <w:rFonts w:ascii="Times New Roman" w:hAnsi="Times New Roman"/>
          <w:sz w:val="28"/>
          <w:szCs w:val="28"/>
        </w:rPr>
        <w:tab/>
      </w:r>
      <w:r w:rsidR="00DA1F0B">
        <w:rPr>
          <w:rFonts w:ascii="Times New Roman" w:hAnsi="Times New Roman"/>
          <w:sz w:val="28"/>
          <w:szCs w:val="28"/>
        </w:rPr>
        <w:tab/>
      </w:r>
      <w:r w:rsidR="00DA1F0B">
        <w:rPr>
          <w:rFonts w:ascii="Times New Roman" w:hAnsi="Times New Roman"/>
          <w:sz w:val="28"/>
          <w:szCs w:val="28"/>
        </w:rPr>
        <w:tab/>
      </w:r>
      <w:r w:rsidR="00DA1F0B">
        <w:rPr>
          <w:rFonts w:ascii="Times New Roman" w:hAnsi="Times New Roman"/>
          <w:sz w:val="28"/>
          <w:szCs w:val="28"/>
        </w:rPr>
        <w:tab/>
      </w:r>
      <w:r w:rsidR="00DA1F0B">
        <w:rPr>
          <w:rFonts w:ascii="Times New Roman" w:hAnsi="Times New Roman"/>
          <w:sz w:val="28"/>
          <w:szCs w:val="28"/>
        </w:rPr>
        <w:tab/>
      </w:r>
      <w:r w:rsidR="00DA1F0B">
        <w:rPr>
          <w:rFonts w:ascii="Times New Roman" w:hAnsi="Times New Roman"/>
          <w:sz w:val="28"/>
          <w:szCs w:val="28"/>
        </w:rPr>
        <w:tab/>
      </w:r>
      <w:r w:rsidR="00DA1F0B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8629FA" w:rsidSect="00DA1F0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9253566"/>
      <w:docPartObj>
        <w:docPartGallery w:val="Page Numbers (Top of Page)"/>
        <w:docPartUnique/>
      </w:docPartObj>
    </w:sdtPr>
    <w:sdtEndPr/>
    <w:sdtContent>
      <w:p w14:paraId="488D5BCC" w14:textId="0E8F3BAE" w:rsidR="00DA1F0B" w:rsidRDefault="00DA1F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CF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3540"/>
    <w:rsid w:val="000253CA"/>
    <w:rsid w:val="00053BD0"/>
    <w:rsid w:val="00093B08"/>
    <w:rsid w:val="00185FEC"/>
    <w:rsid w:val="001E1F9F"/>
    <w:rsid w:val="002003DC"/>
    <w:rsid w:val="002B5CAC"/>
    <w:rsid w:val="002C4FB8"/>
    <w:rsid w:val="0033636C"/>
    <w:rsid w:val="003E4257"/>
    <w:rsid w:val="00520CBF"/>
    <w:rsid w:val="008629FA"/>
    <w:rsid w:val="00893CF3"/>
    <w:rsid w:val="00987DB5"/>
    <w:rsid w:val="00A30AF1"/>
    <w:rsid w:val="00AC72C8"/>
    <w:rsid w:val="00B10ED9"/>
    <w:rsid w:val="00B25688"/>
    <w:rsid w:val="00BE49E7"/>
    <w:rsid w:val="00C02849"/>
    <w:rsid w:val="00D12794"/>
    <w:rsid w:val="00D67BD8"/>
    <w:rsid w:val="00DA1F0B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93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3CF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47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2026-01-27T05:19:00Z</cp:lastPrinted>
  <dcterms:created xsi:type="dcterms:W3CDTF">2020-04-07T04:52:00Z</dcterms:created>
  <dcterms:modified xsi:type="dcterms:W3CDTF">2026-01-27T05:19:00Z</dcterms:modified>
</cp:coreProperties>
</file>